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DADAC" w14:textId="77777777" w:rsidR="00F23E09" w:rsidRPr="00F23E09" w:rsidRDefault="00714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</w:p>
    <w:p w14:paraId="56FC71C1" w14:textId="77777777" w:rsidR="00F23E09" w:rsidRPr="00B90C98" w:rsidRDefault="002C15BC" w:rsidP="00D25C47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0"/>
        <w:gridCol w:w="6322"/>
      </w:tblGrid>
      <w:tr w:rsidR="009D054B" w:rsidRPr="00B90C98" w14:paraId="68087651" w14:textId="77777777" w:rsidTr="009D054B">
        <w:trPr>
          <w:trHeight w:val="417"/>
        </w:trPr>
        <w:tc>
          <w:tcPr>
            <w:tcW w:w="2740" w:type="dxa"/>
            <w:vMerge w:val="restart"/>
            <w:tcBorders>
              <w:right w:val="single" w:sz="4" w:space="0" w:color="auto"/>
            </w:tcBorders>
          </w:tcPr>
          <w:p w14:paraId="2DA4E3E3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9C74F16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E31CDBE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7AEC831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742D54B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69FD81C0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3D6784FB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765700B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9882E30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860B943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1B0004D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i: </w:t>
            </w:r>
            <w:r>
              <w:t xml:space="preserve"> </w:t>
            </w:r>
            <w:r w:rsidRPr="00C21824">
              <w:rPr>
                <w:rFonts w:ascii="Times New Roman" w:hAnsi="Times New Roman"/>
                <w:sz w:val="24"/>
                <w:szCs w:val="24"/>
              </w:rPr>
              <w:t>Aktsiaselts Pärnu Vesi</w:t>
            </w:r>
          </w:p>
        </w:tc>
      </w:tr>
      <w:tr w:rsidR="009D054B" w:rsidRPr="00B90C98" w14:paraId="1F6310C0" w14:textId="77777777" w:rsidTr="009D054B">
        <w:trPr>
          <w:trHeight w:val="415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27AFF44B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243BA62F" w14:textId="1F3C7ADE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ED6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1824">
              <w:rPr>
                <w:rFonts w:ascii="Times New Roman" w:hAnsi="Times New Roman"/>
                <w:sz w:val="24"/>
                <w:szCs w:val="24"/>
              </w:rPr>
              <w:t>10120395</w:t>
            </w:r>
          </w:p>
        </w:tc>
      </w:tr>
      <w:tr w:rsidR="009D054B" w:rsidRPr="00B90C98" w14:paraId="01D32DB7" w14:textId="77777777" w:rsidTr="009D054B">
        <w:trPr>
          <w:trHeight w:val="272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368647A7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877AA75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Aadress: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C21824">
              <w:rPr>
                <w:rFonts w:ascii="Times New Roman" w:hAnsi="Times New Roman"/>
                <w:sz w:val="24"/>
                <w:szCs w:val="24"/>
              </w:rPr>
              <w:t>Vingi tn 13, Pärnu linn 80010</w:t>
            </w:r>
          </w:p>
        </w:tc>
      </w:tr>
      <w:tr w:rsidR="009D054B" w:rsidRPr="00B90C98" w14:paraId="047CF1AC" w14:textId="77777777" w:rsidTr="009D054B">
        <w:trPr>
          <w:trHeight w:val="421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1D8D657A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47AC24D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Õigustatud isiku poolne lepingu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sõlmija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nimi: Meelis Martin</w:t>
            </w:r>
          </w:p>
        </w:tc>
      </w:tr>
      <w:tr w:rsidR="009D054B" w:rsidRPr="00B90C98" w14:paraId="76571665" w14:textId="77777777" w:rsidTr="009D054B">
        <w:trPr>
          <w:trHeight w:val="272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485003F6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40B4E236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Vajadusel k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bookmarkEnd w:id="0"/>
      <w:tr w:rsidR="009D054B" w:rsidRPr="00B90C98" w14:paraId="75C89A7C" w14:textId="77777777" w:rsidTr="009D054B">
        <w:trPr>
          <w:trHeight w:val="272"/>
        </w:trPr>
        <w:tc>
          <w:tcPr>
            <w:tcW w:w="274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603064C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3D1550C6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sõlmija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e-posti aadress, telefoni number: </w:t>
            </w:r>
            <w:r>
              <w:t xml:space="preserve"> </w:t>
            </w:r>
            <w:hyperlink r:id="rId6" w:history="1">
              <w:r w:rsidRPr="000E5646">
                <w:rPr>
                  <w:rStyle w:val="Hperlink"/>
                  <w:rFonts w:ascii="Times New Roman" w:hAnsi="Times New Roman"/>
                  <w:sz w:val="24"/>
                  <w:szCs w:val="24"/>
                </w:rPr>
                <w:t>meelis.martin@parnuvesi.ee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tel. 533 11 540</w:t>
            </w:r>
          </w:p>
        </w:tc>
      </w:tr>
      <w:tr w:rsidR="009D054B" w:rsidRPr="00B90C98" w14:paraId="5543AD17" w14:textId="77777777" w:rsidTr="009D054B">
        <w:trPr>
          <w:trHeight w:val="94"/>
        </w:trPr>
        <w:tc>
          <w:tcPr>
            <w:tcW w:w="2740" w:type="dxa"/>
            <w:vMerge w:val="restart"/>
            <w:tcBorders>
              <w:right w:val="single" w:sz="4" w:space="0" w:color="auto"/>
            </w:tcBorders>
          </w:tcPr>
          <w:p w14:paraId="2BDB9018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2133A4BD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Isikunimi: Meelis Martin</w:t>
            </w:r>
          </w:p>
        </w:tc>
      </w:tr>
      <w:tr w:rsidR="009D054B" w:rsidRPr="00B90C98" w14:paraId="422ED995" w14:textId="77777777" w:rsidTr="009D054B">
        <w:trPr>
          <w:trHeight w:val="93"/>
        </w:trPr>
        <w:tc>
          <w:tcPr>
            <w:tcW w:w="2740" w:type="dxa"/>
            <w:vMerge/>
            <w:tcBorders>
              <w:bottom w:val="nil"/>
              <w:right w:val="single" w:sz="4" w:space="0" w:color="auto"/>
            </w:tcBorders>
          </w:tcPr>
          <w:p w14:paraId="205441AB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B680FB1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aadress, telefoni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7" w:history="1">
              <w:r w:rsidRPr="000E5646">
                <w:rPr>
                  <w:rStyle w:val="Hperlink"/>
                  <w:rFonts w:ascii="Times New Roman" w:hAnsi="Times New Roman"/>
                  <w:sz w:val="24"/>
                  <w:szCs w:val="24"/>
                </w:rPr>
                <w:t>meelis.martin@parnuvesi.ee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tel. 533 11 540</w:t>
            </w:r>
          </w:p>
        </w:tc>
      </w:tr>
      <w:tr w:rsidR="009960AC" w:rsidRPr="00B90C98" w14:paraId="100A84D3" w14:textId="77777777" w:rsidTr="009D054B">
        <w:trPr>
          <w:trHeight w:val="93"/>
        </w:trPr>
        <w:tc>
          <w:tcPr>
            <w:tcW w:w="2740" w:type="dxa"/>
            <w:tcBorders>
              <w:bottom w:val="nil"/>
              <w:right w:val="single" w:sz="4" w:space="0" w:color="auto"/>
            </w:tcBorders>
          </w:tcPr>
          <w:p w14:paraId="1A5E12A1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vMerge w:val="restart"/>
            <w:tcBorders>
              <w:left w:val="single" w:sz="4" w:space="0" w:color="auto"/>
            </w:tcBorders>
          </w:tcPr>
          <w:p w14:paraId="085A6CBF" w14:textId="5E0EE4C2" w:rsidR="009960AC" w:rsidRPr="00ED6298" w:rsidRDefault="009960AC" w:rsidP="00F10D7E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="00ED6298" w:rsidRPr="00ED6298">
              <w:rPr>
                <w:rFonts w:ascii="Times New Roman" w:hAnsi="Times New Roman"/>
              </w:rPr>
              <w:t>Jõekalda tee 63 kinnistu ühisveevärgi- ja kanalisatsiooniga liitumine</w:t>
            </w:r>
          </w:p>
        </w:tc>
      </w:tr>
      <w:tr w:rsidR="009960AC" w:rsidRPr="00B90C98" w14:paraId="4833B2D2" w14:textId="77777777" w:rsidTr="009D054B">
        <w:trPr>
          <w:trHeight w:val="272"/>
        </w:trPr>
        <w:tc>
          <w:tcPr>
            <w:tcW w:w="2740" w:type="dxa"/>
            <w:tcBorders>
              <w:top w:val="nil"/>
              <w:right w:val="single" w:sz="4" w:space="0" w:color="auto"/>
            </w:tcBorders>
          </w:tcPr>
          <w:p w14:paraId="7E965748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322" w:type="dxa"/>
            <w:vMerge/>
            <w:tcBorders>
              <w:left w:val="single" w:sz="4" w:space="0" w:color="auto"/>
            </w:tcBorders>
          </w:tcPr>
          <w:p w14:paraId="689F740B" w14:textId="77777777" w:rsidR="009960AC" w:rsidRPr="00B90C98" w:rsidRDefault="009960AC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7C4DE8" w:rsidRPr="00B90C98" w14:paraId="7CD08335" w14:textId="77777777" w:rsidTr="009D054B">
        <w:trPr>
          <w:trHeight w:val="580"/>
        </w:trPr>
        <w:tc>
          <w:tcPr>
            <w:tcW w:w="2740" w:type="dxa"/>
            <w:vMerge w:val="restart"/>
            <w:tcBorders>
              <w:right w:val="single" w:sz="4" w:space="0" w:color="auto"/>
            </w:tcBorders>
          </w:tcPr>
          <w:p w14:paraId="0260008E" w14:textId="77777777" w:rsidR="007C4DE8" w:rsidRPr="00B90C98" w:rsidRDefault="007C4DE8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801E808" w14:textId="77777777" w:rsidR="00E763EE" w:rsidRPr="00B90C98" w:rsidRDefault="007C4DE8" w:rsidP="004F3C2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r w:rsidR="00DE73D0" w:rsidRPr="00B90C98">
              <w:rPr>
                <w:rFonts w:ascii="Times New Roman" w:hAnsi="Times New Roman"/>
                <w:bCs/>
              </w:rPr>
              <w:t>T</w:t>
            </w:r>
            <w:r w:rsidRPr="00B90C98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4B46607" w14:textId="77777777" w:rsidR="00E763EE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</w:p>
          <w:p w14:paraId="3C2F4756" w14:textId="4801ABBE" w:rsidR="00ED6298" w:rsidRPr="00B90C98" w:rsidRDefault="00ED6298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„Jõekalda tee 63, Silla küla, Pärnu linn, Pärnumaa veevarustuse ja kanalisatsiooni liitumisprojekt,“ töö nr 2023-31</w:t>
            </w:r>
          </w:p>
        </w:tc>
      </w:tr>
      <w:tr w:rsidR="007C4DE8" w:rsidRPr="00B90C98" w14:paraId="7F81CEB3" w14:textId="77777777" w:rsidTr="009D054B">
        <w:trPr>
          <w:trHeight w:val="580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664687B4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76A5A90A" w14:textId="77777777" w:rsidR="00E763EE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</w:p>
          <w:p w14:paraId="3AD1038B" w14:textId="3D877680" w:rsidR="00ED6298" w:rsidRPr="00B90C98" w:rsidRDefault="00ED6298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Svetlana </w:t>
            </w:r>
            <w:proofErr w:type="spellStart"/>
            <w:r>
              <w:rPr>
                <w:rFonts w:ascii="Times New Roman" w:hAnsi="Times New Roman"/>
              </w:rPr>
              <w:t>Moltsar</w:t>
            </w:r>
            <w:proofErr w:type="spellEnd"/>
          </w:p>
        </w:tc>
      </w:tr>
      <w:tr w:rsidR="007C4DE8" w:rsidRPr="00B90C98" w14:paraId="00094F80" w14:textId="77777777" w:rsidTr="009D054B">
        <w:trPr>
          <w:trHeight w:val="580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31E395C0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02F4AFCF" w14:textId="77777777" w:rsidR="00E763EE" w:rsidRPr="00B90C98" w:rsidRDefault="00D96128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Transpordiameti </w:t>
            </w:r>
            <w:r w:rsidR="00E763EE" w:rsidRPr="00B90C98">
              <w:rPr>
                <w:rFonts w:ascii="Times New Roman" w:hAnsi="Times New Roman"/>
              </w:rPr>
              <w:t xml:space="preserve">kooskõlastuse vastuskirja </w:t>
            </w:r>
            <w:r w:rsidR="009960AC" w:rsidRPr="00B90C98">
              <w:rPr>
                <w:rFonts w:ascii="Times New Roman" w:hAnsi="Times New Roman"/>
              </w:rPr>
              <w:t>number ja kuupäev</w:t>
            </w:r>
            <w:r w:rsidR="007142E9" w:rsidRPr="00B90C98">
              <w:rPr>
                <w:rFonts w:ascii="Times New Roman" w:hAnsi="Times New Roman"/>
              </w:rPr>
              <w:t>:</w:t>
            </w:r>
          </w:p>
        </w:tc>
      </w:tr>
      <w:tr w:rsidR="007C4DE8" w:rsidRPr="00B90C98" w14:paraId="222E0CCD" w14:textId="77777777" w:rsidTr="009D054B">
        <w:trPr>
          <w:trHeight w:val="312"/>
        </w:trPr>
        <w:tc>
          <w:tcPr>
            <w:tcW w:w="2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3B96EE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0919E021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0B81949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71AED9D0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5BE6E7AA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4523C33" w14:textId="77777777" w:rsidR="007C4DE8" w:rsidRPr="00B90C98" w:rsidRDefault="007C4DE8" w:rsidP="00E22479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21DC4965" w14:textId="77777777" w:rsidR="007C4DE8" w:rsidRPr="00B90C98" w:rsidRDefault="007C4DE8" w:rsidP="007C4DE8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1AF86B81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4740F61A" w14:textId="1457B3C8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ED6298">
              <w:rPr>
                <w:rFonts w:ascii="Times New Roman" w:hAnsi="Times New Roman"/>
              </w:rPr>
              <w:t xml:space="preserve"> </w:t>
            </w:r>
            <w:r w:rsidR="00ED6298" w:rsidRPr="00ED6298">
              <w:rPr>
                <w:rFonts w:ascii="Times New Roman" w:hAnsi="Times New Roman"/>
              </w:rPr>
              <w:t>19278 Sindi-Lodja-Silla tee</w:t>
            </w:r>
          </w:p>
        </w:tc>
      </w:tr>
      <w:tr w:rsidR="007C4DE8" w:rsidRPr="00B90C98" w14:paraId="418AE96B" w14:textId="77777777" w:rsidTr="009D054B">
        <w:trPr>
          <w:trHeight w:val="415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DE7A4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399C703F" w14:textId="28689565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 w:rsidR="00ED6298">
              <w:rPr>
                <w:rFonts w:ascii="Times New Roman" w:hAnsi="Times New Roman"/>
              </w:rPr>
              <w:t xml:space="preserve"> </w:t>
            </w:r>
            <w:r w:rsidR="00ED6298" w:rsidRPr="00ED6298">
              <w:rPr>
                <w:rFonts w:ascii="Times New Roman" w:hAnsi="Times New Roman"/>
              </w:rPr>
              <w:t>56801:001:0507</w:t>
            </w:r>
          </w:p>
        </w:tc>
      </w:tr>
      <w:tr w:rsidR="007C4DE8" w:rsidRPr="00B90C98" w14:paraId="17371266" w14:textId="77777777" w:rsidTr="009D054B">
        <w:trPr>
          <w:trHeight w:val="378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9811F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184B2E2C" w14:textId="3271C4C1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</w:t>
            </w:r>
            <w:r w:rsidR="00600BF2" w:rsidRPr="00B90C98">
              <w:rPr>
                <w:rFonts w:ascii="Times New Roman" w:hAnsi="Times New Roman"/>
              </w:rPr>
              <w:t>:</w:t>
            </w:r>
            <w:r w:rsidR="00ED6298">
              <w:rPr>
                <w:rFonts w:ascii="Times New Roman" w:hAnsi="Times New Roman"/>
              </w:rPr>
              <w:t xml:space="preserve"> </w:t>
            </w:r>
            <w:r w:rsidR="00ED6298" w:rsidRPr="00ED6298">
              <w:rPr>
                <w:rFonts w:ascii="Times New Roman" w:hAnsi="Times New Roman"/>
              </w:rPr>
              <w:t>8250650</w:t>
            </w:r>
          </w:p>
        </w:tc>
      </w:tr>
      <w:tr w:rsidR="007C4DE8" w:rsidRPr="00B90C98" w14:paraId="5441248C" w14:textId="77777777" w:rsidTr="009D054B">
        <w:trPr>
          <w:trHeight w:val="453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98050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6B4C4BCF" w14:textId="71C4C007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</w:t>
            </w:r>
            <w:r w:rsidR="00600BF2" w:rsidRPr="00B90C98">
              <w:rPr>
                <w:rFonts w:ascii="Times New Roman" w:hAnsi="Times New Roman"/>
                <w:i/>
                <w:iCs/>
                <w:u w:val="single"/>
              </w:rPr>
              <w:t>O</w:t>
            </w:r>
            <w:r w:rsidR="004313C2" w:rsidRPr="00B90C98">
              <w:rPr>
                <w:rFonts w:ascii="Times New Roman" w:hAnsi="Times New Roman"/>
                <w:i/>
                <w:iCs/>
                <w:u w:val="single"/>
              </w:rPr>
              <w:t xml:space="preserve">S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1: </w:t>
            </w:r>
            <w:r w:rsidR="00ED6298">
              <w:rPr>
                <w:rFonts w:ascii="Times New Roman" w:hAnsi="Times New Roman"/>
                <w:i/>
                <w:iCs/>
                <w:u w:val="single"/>
              </w:rPr>
              <w:t>Vee- ja kanalisatsioonitorustiku</w:t>
            </w:r>
            <w:r w:rsidR="00614EA8" w:rsidRPr="00B90C9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4C28CCAF" w14:textId="516702BE" w:rsidR="002130AE" w:rsidRPr="00B45F5F" w:rsidRDefault="002130AE" w:rsidP="00E763EE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Ruumikuju andmed: PARI ID </w:t>
            </w:r>
            <w:r w:rsidR="00ED6298" w:rsidRPr="00ED6298">
              <w:rPr>
                <w:rFonts w:ascii="Times New Roman" w:hAnsi="Times New Roman"/>
                <w:i/>
                <w:iCs/>
                <w:u w:val="single"/>
              </w:rPr>
              <w:t>298688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ja </w:t>
            </w:r>
            <w:r w:rsidR="00ED6298" w:rsidRPr="00ED6298">
              <w:rPr>
                <w:rFonts w:ascii="Times New Roman" w:hAnsi="Times New Roman"/>
                <w:i/>
                <w:iCs/>
                <w:color w:val="0070C0"/>
                <w:u w:val="single"/>
              </w:rPr>
              <w:t>https://pari.kataster.ee/magic-link/1e7f58fd-b131-4179-aef2-0acddec11c33</w:t>
            </w:r>
          </w:p>
        </w:tc>
      </w:tr>
      <w:tr w:rsidR="003D1EF6" w:rsidRPr="00B90C98" w14:paraId="16A28B46" w14:textId="77777777" w:rsidTr="009D054B">
        <w:trPr>
          <w:trHeight w:val="453"/>
        </w:trPr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</w:tcPr>
          <w:p w14:paraId="6223F9EE" w14:textId="77777777" w:rsidR="003D1EF6" w:rsidRPr="00B90C98" w:rsidRDefault="003D1EF6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19380EF5" w14:textId="48FC473A" w:rsidR="003D1EF6" w:rsidRPr="00B90C98" w:rsidRDefault="00E857CE" w:rsidP="00FC3ED1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  <w:i/>
                <w:iCs/>
                <w:u w:val="single"/>
              </w:rPr>
              <w:t>AS Pärnu Vesi</w:t>
            </w:r>
          </w:p>
        </w:tc>
      </w:tr>
      <w:tr w:rsidR="007C4DE8" w:rsidRPr="00B90C98" w14:paraId="4007F347" w14:textId="77777777" w:rsidTr="009D054B">
        <w:trPr>
          <w:trHeight w:val="453"/>
        </w:trPr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</w:tcPr>
          <w:p w14:paraId="74C5ADBB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EA6CCB4" w14:textId="77777777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plaan/-id (</w:t>
            </w:r>
            <w:r w:rsidR="003C3A9B" w:rsidRPr="00B90C98">
              <w:rPr>
                <w:rFonts w:ascii="Times New Roman" w:hAnsi="Times New Roman"/>
                <w:u w:val="single"/>
              </w:rPr>
              <w:t xml:space="preserve">Plaanid peavad vastama </w:t>
            </w:r>
            <w:r w:rsidRPr="00B90C98">
              <w:rPr>
                <w:rFonts w:ascii="Times New Roman" w:hAnsi="Times New Roman"/>
                <w:u w:val="single"/>
              </w:rPr>
              <w:t>Transpordiameti kodulehel lisatud</w:t>
            </w:r>
            <w:r w:rsidR="00FA2EA4" w:rsidRPr="00B90C98">
              <w:rPr>
                <w:rFonts w:ascii="Times New Roman" w:hAnsi="Times New Roman"/>
                <w:u w:val="single"/>
              </w:rPr>
              <w:t xml:space="preserve"> </w:t>
            </w:r>
            <w:hyperlink r:id="rId8" w:anchor="mahasoidud-ehitamin" w:history="1">
              <w:r w:rsidR="00FA2EA4" w:rsidRPr="00B90C98">
                <w:rPr>
                  <w:rStyle w:val="Hperlink"/>
                  <w:rFonts w:ascii="Times New Roman" w:hAnsi="Times New Roman"/>
                </w:rPr>
                <w:t>juhendile</w:t>
              </w:r>
            </w:hyperlink>
            <w:r w:rsidR="00CB771A" w:rsidRPr="00B90C98">
              <w:rPr>
                <w:rFonts w:ascii="Times New Roman" w:hAnsi="Times New Roman"/>
                <w:u w:val="single"/>
              </w:rPr>
              <w:t xml:space="preserve"> ja Transpordiameti kooskõlastusele</w:t>
            </w:r>
            <w:r w:rsidRPr="00B90C98">
              <w:rPr>
                <w:rFonts w:ascii="Times New Roman" w:hAnsi="Times New Roman"/>
                <w:u w:val="single"/>
              </w:rPr>
              <w:t>).</w:t>
            </w:r>
          </w:p>
        </w:tc>
      </w:tr>
      <w:tr w:rsidR="007C4DE8" w:rsidRPr="00B90C98" w14:paraId="6CF4EAB3" w14:textId="77777777" w:rsidTr="009D054B">
        <w:trPr>
          <w:trHeight w:val="453"/>
        </w:trPr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</w:tcPr>
          <w:p w14:paraId="0C0CB520" w14:textId="77777777" w:rsidR="00FA2EA4" w:rsidRPr="00B90C98" w:rsidRDefault="00FA2EA4" w:rsidP="00E763E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E8D474B" w14:textId="77777777" w:rsidR="00FA2EA4" w:rsidRPr="00B90C98" w:rsidRDefault="00FA2EA4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Transpordiameti kooskõlastus/-</w:t>
            </w:r>
            <w:proofErr w:type="spellStart"/>
            <w:r w:rsidRPr="00B90C98">
              <w:rPr>
                <w:rFonts w:ascii="Times New Roman" w:hAnsi="Times New Roman"/>
                <w:u w:val="single"/>
              </w:rPr>
              <w:t>ed</w:t>
            </w:r>
            <w:proofErr w:type="spellEnd"/>
            <w:r w:rsidRPr="00B90C98">
              <w:rPr>
                <w:rFonts w:ascii="Times New Roman" w:hAnsi="Times New Roman"/>
                <w:u w:val="single"/>
              </w:rPr>
              <w:t xml:space="preserve"> projektile</w:t>
            </w:r>
          </w:p>
        </w:tc>
      </w:tr>
    </w:tbl>
    <w:p w14:paraId="0ADCC8CC" w14:textId="77777777" w:rsidR="007C4DE8" w:rsidRPr="00B90C98" w:rsidRDefault="007C4DE8" w:rsidP="00F335A1">
      <w:pPr>
        <w:rPr>
          <w:rFonts w:ascii="Times New Roman" w:hAnsi="Times New Roman"/>
        </w:rPr>
      </w:pPr>
    </w:p>
    <w:sectPr w:rsidR="007C4DE8" w:rsidRPr="00B90C98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519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98"/>
    <w:rsid w:val="00076CA3"/>
    <w:rsid w:val="00087AA8"/>
    <w:rsid w:val="000A32A1"/>
    <w:rsid w:val="000C234D"/>
    <w:rsid w:val="0010359D"/>
    <w:rsid w:val="0011274A"/>
    <w:rsid w:val="00141785"/>
    <w:rsid w:val="00153C48"/>
    <w:rsid w:val="00184508"/>
    <w:rsid w:val="001B7292"/>
    <w:rsid w:val="001D6780"/>
    <w:rsid w:val="001E6C4F"/>
    <w:rsid w:val="001F08D9"/>
    <w:rsid w:val="001F3A7E"/>
    <w:rsid w:val="002130AE"/>
    <w:rsid w:val="0022314B"/>
    <w:rsid w:val="002365A7"/>
    <w:rsid w:val="00243B3B"/>
    <w:rsid w:val="002464B9"/>
    <w:rsid w:val="002C15BC"/>
    <w:rsid w:val="002E03D5"/>
    <w:rsid w:val="002E7A4C"/>
    <w:rsid w:val="00315862"/>
    <w:rsid w:val="00326BE8"/>
    <w:rsid w:val="003360FB"/>
    <w:rsid w:val="00367797"/>
    <w:rsid w:val="003A30B5"/>
    <w:rsid w:val="003B2663"/>
    <w:rsid w:val="003C3A9B"/>
    <w:rsid w:val="003D1EF6"/>
    <w:rsid w:val="003D239A"/>
    <w:rsid w:val="00405DCF"/>
    <w:rsid w:val="004313C2"/>
    <w:rsid w:val="00447EE2"/>
    <w:rsid w:val="00497513"/>
    <w:rsid w:val="004A3F9B"/>
    <w:rsid w:val="004D773D"/>
    <w:rsid w:val="004E33EF"/>
    <w:rsid w:val="004F3C25"/>
    <w:rsid w:val="0053355D"/>
    <w:rsid w:val="00586358"/>
    <w:rsid w:val="005943F8"/>
    <w:rsid w:val="005D51F3"/>
    <w:rsid w:val="005E054B"/>
    <w:rsid w:val="005E607B"/>
    <w:rsid w:val="00600BF2"/>
    <w:rsid w:val="00614EA8"/>
    <w:rsid w:val="00614F4F"/>
    <w:rsid w:val="00624F57"/>
    <w:rsid w:val="0067707E"/>
    <w:rsid w:val="0069274B"/>
    <w:rsid w:val="006A0B4B"/>
    <w:rsid w:val="006A37CE"/>
    <w:rsid w:val="006A4A3F"/>
    <w:rsid w:val="006B2316"/>
    <w:rsid w:val="006C7028"/>
    <w:rsid w:val="006D2465"/>
    <w:rsid w:val="00701C91"/>
    <w:rsid w:val="007142E9"/>
    <w:rsid w:val="00714591"/>
    <w:rsid w:val="00716509"/>
    <w:rsid w:val="00732A6C"/>
    <w:rsid w:val="00787B71"/>
    <w:rsid w:val="007C285E"/>
    <w:rsid w:val="007C4CD0"/>
    <w:rsid w:val="007C4DE8"/>
    <w:rsid w:val="007F3412"/>
    <w:rsid w:val="007F3A32"/>
    <w:rsid w:val="00823BF1"/>
    <w:rsid w:val="008300E7"/>
    <w:rsid w:val="00846815"/>
    <w:rsid w:val="00872B3C"/>
    <w:rsid w:val="008C0C9A"/>
    <w:rsid w:val="008D577E"/>
    <w:rsid w:val="008E5772"/>
    <w:rsid w:val="0092064E"/>
    <w:rsid w:val="00934A34"/>
    <w:rsid w:val="009419D4"/>
    <w:rsid w:val="009444BF"/>
    <w:rsid w:val="0095626E"/>
    <w:rsid w:val="0097083D"/>
    <w:rsid w:val="00995681"/>
    <w:rsid w:val="009960AC"/>
    <w:rsid w:val="009C5E90"/>
    <w:rsid w:val="009D054B"/>
    <w:rsid w:val="009F0460"/>
    <w:rsid w:val="009F677F"/>
    <w:rsid w:val="00A24106"/>
    <w:rsid w:val="00A3760F"/>
    <w:rsid w:val="00A4617F"/>
    <w:rsid w:val="00A47F66"/>
    <w:rsid w:val="00A7366B"/>
    <w:rsid w:val="00A8121D"/>
    <w:rsid w:val="00A8267F"/>
    <w:rsid w:val="00AA03DD"/>
    <w:rsid w:val="00AA1E93"/>
    <w:rsid w:val="00AC01F6"/>
    <w:rsid w:val="00AC176F"/>
    <w:rsid w:val="00AF7153"/>
    <w:rsid w:val="00B20795"/>
    <w:rsid w:val="00B45F5F"/>
    <w:rsid w:val="00B64852"/>
    <w:rsid w:val="00B90C98"/>
    <w:rsid w:val="00B926D6"/>
    <w:rsid w:val="00BC1C36"/>
    <w:rsid w:val="00BE5D5F"/>
    <w:rsid w:val="00C0685B"/>
    <w:rsid w:val="00C579C4"/>
    <w:rsid w:val="00C906E2"/>
    <w:rsid w:val="00CA25A1"/>
    <w:rsid w:val="00CA51D5"/>
    <w:rsid w:val="00CB4E5B"/>
    <w:rsid w:val="00CB771A"/>
    <w:rsid w:val="00CC58FE"/>
    <w:rsid w:val="00D03DB7"/>
    <w:rsid w:val="00D233E6"/>
    <w:rsid w:val="00D25C47"/>
    <w:rsid w:val="00D34E53"/>
    <w:rsid w:val="00D47E27"/>
    <w:rsid w:val="00D50D4D"/>
    <w:rsid w:val="00D63E70"/>
    <w:rsid w:val="00D765FE"/>
    <w:rsid w:val="00D96128"/>
    <w:rsid w:val="00DC74EE"/>
    <w:rsid w:val="00DD1F98"/>
    <w:rsid w:val="00DE73D0"/>
    <w:rsid w:val="00E151FA"/>
    <w:rsid w:val="00E22479"/>
    <w:rsid w:val="00E41250"/>
    <w:rsid w:val="00E56960"/>
    <w:rsid w:val="00E763EE"/>
    <w:rsid w:val="00E80913"/>
    <w:rsid w:val="00E857CE"/>
    <w:rsid w:val="00E978FC"/>
    <w:rsid w:val="00EA4E42"/>
    <w:rsid w:val="00EB008A"/>
    <w:rsid w:val="00EB2A4E"/>
    <w:rsid w:val="00EC2572"/>
    <w:rsid w:val="00EC4B99"/>
    <w:rsid w:val="00EC6009"/>
    <w:rsid w:val="00ED6298"/>
    <w:rsid w:val="00ED6EC5"/>
    <w:rsid w:val="00EE3966"/>
    <w:rsid w:val="00F10D7E"/>
    <w:rsid w:val="00F23E09"/>
    <w:rsid w:val="00F24172"/>
    <w:rsid w:val="00F335A1"/>
    <w:rsid w:val="00FA2EA4"/>
    <w:rsid w:val="00FC3ED1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EE5FB"/>
  <w15:chartTrackingRefBased/>
  <w15:docId w15:val="{E12BB94B-E432-4C4D-9646-127C5F67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uiPriority w:val="99"/>
    <w:unhideWhenUsed/>
    <w:rsid w:val="00614F4F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614F4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pordiamet.ee/taotlused-blanketid" TargetMode="External"/><Relationship Id="rId3" Type="http://schemas.openxmlformats.org/officeDocument/2006/relationships/styles" Target="styles.xml"/><Relationship Id="rId7" Type="http://schemas.openxmlformats.org/officeDocument/2006/relationships/hyperlink" Target="mailto:meelis.martin@parnuvesi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elis.martin@parnuvesi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Insenerteenistus\Dokumendid\IK&#213;\TRA\IK&#213;%20taotluse%20p&#245;hi_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6D31-9A14-424E-A1B4-E7E4EE4A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IKÕ taotluse põhi_.dotx</Template>
  <TotalTime>15</TotalTime>
  <Pages>1</Pages>
  <Words>275</Words>
  <Characters>1596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1868</CharactersWithSpaces>
  <SharedDoc>false</SharedDoc>
  <HLinks>
    <vt:vector size="6" baseType="variant"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https://www.transpordiamet.ee/taotlused-blanketid</vt:lpwstr>
      </vt:variant>
      <vt:variant>
        <vt:lpwstr>mahasoidud-ehitamin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Mairit Leemets</dc:creator>
  <cp:keywords/>
  <cp:lastModifiedBy>Meelis Martin</cp:lastModifiedBy>
  <cp:revision>3</cp:revision>
  <cp:lastPrinted>2020-04-26T13:24:00Z</cp:lastPrinted>
  <dcterms:created xsi:type="dcterms:W3CDTF">2024-06-25T10:59:00Z</dcterms:created>
  <dcterms:modified xsi:type="dcterms:W3CDTF">2024-06-25T13:18:00Z</dcterms:modified>
</cp:coreProperties>
</file>